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593C6D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61731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593C6D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9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90"/>
      </w:tblGrid>
      <w:tr w:rsidR="00881A28" w:rsidTr="002A6691">
        <w:trPr>
          <w:trHeight w:val="198"/>
        </w:trPr>
        <w:tc>
          <w:tcPr>
            <w:tcW w:w="919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593C6D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A6691">
              <w:rPr>
                <w:rFonts w:ascii="Arial" w:hAnsi="Arial" w:cs="Arial"/>
                <w:b/>
                <w:sz w:val="20"/>
                <w:szCs w:val="20"/>
              </w:rPr>
              <w:t>VZ18/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2A66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A6691" w:rsidRPr="002A6691">
              <w:rPr>
                <w:rFonts w:ascii="Arial" w:hAnsi="Arial" w:cs="Arial"/>
                <w:b/>
                <w:sz w:val="20"/>
                <w:szCs w:val="20"/>
              </w:rPr>
              <w:t xml:space="preserve">Dynamický nákupní systém -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Dodávka denního tisku, periodik a elektronických předplatných</w:t>
            </w:r>
          </w:p>
        </w:tc>
      </w:tr>
      <w:tr w:rsidR="00881A28" w:rsidTr="002A6691">
        <w:trPr>
          <w:trHeight w:val="296"/>
        </w:trPr>
        <w:tc>
          <w:tcPr>
            <w:tcW w:w="919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81A2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93C6D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81A2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593C6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81A2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93C6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81A2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93C6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81A2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593C6D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81A2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1A2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1A2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1A2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1A2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1A2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1A2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593C6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593C6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593C6D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F75DA">
      <w:pPr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593C6D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74417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74417F">
        <w:rPr>
          <w:rFonts w:ascii="Arial" w:hAnsi="Arial" w:cs="Arial"/>
          <w:sz w:val="20"/>
          <w:szCs w:val="20"/>
        </w:rPr>
        <w:t xml:space="preserve"> písm. b) a</w:t>
      </w:r>
      <w:r w:rsidR="00D73429">
        <w:rPr>
          <w:rFonts w:ascii="Arial" w:hAnsi="Arial" w:cs="Arial"/>
          <w:sz w:val="20"/>
          <w:szCs w:val="20"/>
        </w:rPr>
        <w:t xml:space="preserve"> c)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8D7673" w:rsidRPr="00575995" w:rsidRDefault="008D7673" w:rsidP="00575995">
      <w:pPr>
        <w:rPr>
          <w:rFonts w:ascii="Arial" w:hAnsi="Arial" w:cs="Arial"/>
          <w:sz w:val="20"/>
          <w:szCs w:val="20"/>
        </w:rPr>
      </w:pPr>
    </w:p>
    <w:p w:rsidR="00A004B7" w:rsidRPr="00575995" w:rsidRDefault="00593C6D" w:rsidP="00575995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5F75DA">
        <w:rPr>
          <w:rFonts w:ascii="Arial" w:hAnsi="Arial" w:cs="Arial"/>
          <w:sz w:val="20"/>
          <w:szCs w:val="20"/>
        </w:rPr>
        <w:t>části 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6D4144">
        <w:rPr>
          <w:rFonts w:ascii="Arial" w:hAnsi="Arial" w:cs="Arial"/>
          <w:sz w:val="20"/>
          <w:szCs w:val="20"/>
        </w:rPr>
        <w:t>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D4144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93C6D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81A28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93C6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93C6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93C6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93C6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93C6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93C6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93C6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93C6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93C6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93C6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Pr="005F75DA" w:rsidRDefault="00BF5695" w:rsidP="005F75DA">
      <w:pPr>
        <w:rPr>
          <w:rFonts w:ascii="Arial" w:hAnsi="Arial" w:cs="Arial"/>
          <w:sz w:val="20"/>
          <w:szCs w:val="20"/>
        </w:rPr>
      </w:pPr>
    </w:p>
    <w:p w:rsidR="00BF5695" w:rsidRDefault="00593C6D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81A28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826D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826D56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bookmarkStart w:id="0" w:name="_GoBack"/>
            <w:bookmarkEnd w:id="0"/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1A2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93C6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93C6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Pr="005F75DA" w:rsidRDefault="00BF5695" w:rsidP="005F75DA">
      <w:pPr>
        <w:rPr>
          <w:rFonts w:ascii="Arial" w:hAnsi="Arial" w:cs="Arial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Default="00593C6D" w:rsidP="00593E12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F75DA" w:rsidRDefault="005F75DA" w:rsidP="00593E12">
      <w:pPr>
        <w:rPr>
          <w:rFonts w:ascii="Arial" w:hAnsi="Arial" w:cs="Arial"/>
          <w:color w:val="FF0000"/>
          <w:sz w:val="20"/>
          <w:szCs w:val="20"/>
        </w:rPr>
      </w:pPr>
    </w:p>
    <w:p w:rsidR="00CF5721" w:rsidRDefault="005F75DA" w:rsidP="005F75D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>Dále čestně prohlašuji, že výše uvedený dodavatel provedl všechny shora uvedené referenční zakázky řádně a odborně.</w:t>
      </w:r>
    </w:p>
    <w:p w:rsidR="005F75DA" w:rsidRPr="005F75DA" w:rsidRDefault="005F75DA" w:rsidP="005F75DA">
      <w:pPr>
        <w:jc w:val="both"/>
        <w:rPr>
          <w:rFonts w:ascii="Arial" w:hAnsi="Arial" w:cs="Arial"/>
          <w:i/>
        </w:rPr>
      </w:pPr>
    </w:p>
    <w:p w:rsidR="001648E6" w:rsidRPr="00447B8F" w:rsidRDefault="00593C6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593C6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126" w:rsidRDefault="005C5126">
      <w:r>
        <w:separator/>
      </w:r>
    </w:p>
  </w:endnote>
  <w:endnote w:type="continuationSeparator" w:id="0">
    <w:p w:rsidR="005C5126" w:rsidRDefault="005C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593C6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126" w:rsidRDefault="005C5126">
      <w:r>
        <w:separator/>
      </w:r>
    </w:p>
  </w:footnote>
  <w:footnote w:type="continuationSeparator" w:id="0">
    <w:p w:rsidR="005C5126" w:rsidRDefault="005C5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593C6D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16287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8C0FB9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1EC37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6C0C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2DEE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225E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889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00D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54F4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380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F9DE62A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0BA90B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74CCD9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3B69A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E4A525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A0074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B164A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A6F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B408E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26010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94F6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96E97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FE7BC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C7E3A1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4769F1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C08DC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71E939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1922FE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926815C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E19E1FF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9FC84FB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4F9A447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FF64A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6C232D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300D4B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252D23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C3AC71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26267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150F32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85907BD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C9EF91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4EA65E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A94EB7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2F81E9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D56198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7D81C6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DF62E2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B52835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CF2A38A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E6EE33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F84FAD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0A8D87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FF6A40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CEEE4A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17A221C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99D068C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9D6CB1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E02742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CDA754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AB36BFC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9C605E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D965762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550177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70E883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A08CB6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35C28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02448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F58F77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EF8FFD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A94BD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EF2BB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3B66B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6E2076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B0A680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D260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C0E63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E98F0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0088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3479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9C79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80F6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5462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72D609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A8868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849CFDD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6501E7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59C17F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46A5DA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088B3A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846A55A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E72D14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71027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D6842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F26D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5A0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5A44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9028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945F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885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6E39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872F61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81D2F64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E568D9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341EC7A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DAC410A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B1A2490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4944312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75898A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5FA87E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65807B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AB0F7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78C2C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268D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7C27A7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C608D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40ADD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D2807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72EB26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9CF847D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9B883F2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5E48A7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6104BF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17845D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804850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512777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4A01FD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06CDD7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E154060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2F03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D68E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426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E4022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943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C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808D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3A14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692E69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6A0B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D376D4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A6F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B404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BE9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ACB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16A7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6AD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3B809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92C51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748E1E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DBEA6C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D30DAA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1C6022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AF83A2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6C2B74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C54726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A563A5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B9C24D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D674E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2FC2870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88C387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E15056B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55309CA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989AC38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437AF46E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5B884D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59FE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3855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ACA5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835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CC47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81D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363A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50B5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2BD26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62D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E2B9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78C6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D4A5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B41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2EE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EF0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289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E018BA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AC21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A8A8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BA9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DEB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1E1B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9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B2A9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4ED0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83B4115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70CBA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405E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26C6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58FC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CA42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22D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E826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9A38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027CB7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9DADA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D42A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2900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6AC1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D6E5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521C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825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8673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95AC7BC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B1448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0D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A2A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82A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D6DD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64C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FCCE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A271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4D42656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F7E287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8FBCB53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7756B65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226ABA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8410DE8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F9C76B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A704CF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1D0D6D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192BA8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81C4D0E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75CEEF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DE2BD2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13B686F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BD65F4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6E621E3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E64D2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968664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23B669C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6B90E06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70443FD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C042A5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3E2813C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676A7F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C1E2BE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63728DE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57EEC2A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A9907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92C7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B034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A905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5C5D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6CAC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3CB9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6DE3B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3A59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5931"/>
    <w:rsid w:val="00277E3A"/>
    <w:rsid w:val="00284360"/>
    <w:rsid w:val="00291608"/>
    <w:rsid w:val="00296467"/>
    <w:rsid w:val="002A652A"/>
    <w:rsid w:val="002A6691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036A2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5995"/>
    <w:rsid w:val="00576CB8"/>
    <w:rsid w:val="00580D32"/>
    <w:rsid w:val="0058172C"/>
    <w:rsid w:val="00585D21"/>
    <w:rsid w:val="005907C7"/>
    <w:rsid w:val="00593C6D"/>
    <w:rsid w:val="00593E12"/>
    <w:rsid w:val="005A0763"/>
    <w:rsid w:val="005A5FD6"/>
    <w:rsid w:val="005B11CC"/>
    <w:rsid w:val="005B5B4F"/>
    <w:rsid w:val="005B7155"/>
    <w:rsid w:val="005C4890"/>
    <w:rsid w:val="005C5126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5F75DA"/>
    <w:rsid w:val="00602B13"/>
    <w:rsid w:val="00611851"/>
    <w:rsid w:val="0061731D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4144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6021"/>
    <w:rsid w:val="00741319"/>
    <w:rsid w:val="007427E5"/>
    <w:rsid w:val="0074343B"/>
    <w:rsid w:val="00743B79"/>
    <w:rsid w:val="0074417F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6D56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1A28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73429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E7F6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5564F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37</TotalTime>
  <Pages>2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10</cp:revision>
  <cp:lastPrinted>2018-04-18T10:56:00Z</cp:lastPrinted>
  <dcterms:created xsi:type="dcterms:W3CDTF">2019-06-04T09:28:00Z</dcterms:created>
  <dcterms:modified xsi:type="dcterms:W3CDTF">2021-06-04T09:48:00Z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